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F96" w:rsidRPr="00EC1A89" w:rsidRDefault="00A80F96">
      <w:pPr>
        <w:rPr>
          <w:rFonts w:ascii="黑体" w:eastAsia="黑体" w:hAnsi="黑体"/>
          <w:sz w:val="32"/>
          <w:szCs w:val="32"/>
        </w:rPr>
      </w:pPr>
      <w:r w:rsidRPr="00EC1A89">
        <w:rPr>
          <w:sz w:val="32"/>
          <w:szCs w:val="32"/>
        </w:rPr>
        <w:t xml:space="preserve">  </w:t>
      </w:r>
      <w:r w:rsidRPr="00EC1A89">
        <w:rPr>
          <w:rFonts w:ascii="黑体" w:eastAsia="黑体" w:hAnsi="黑体" w:hint="eastAsia"/>
          <w:sz w:val="32"/>
          <w:szCs w:val="32"/>
        </w:rPr>
        <w:t>附件</w:t>
      </w:r>
      <w:r w:rsidRPr="00EC1A89">
        <w:rPr>
          <w:rFonts w:ascii="黑体" w:eastAsia="黑体" w:hAnsi="黑体"/>
          <w:sz w:val="32"/>
          <w:szCs w:val="32"/>
        </w:rPr>
        <w:t>4</w:t>
      </w:r>
    </w:p>
    <w:tbl>
      <w:tblPr>
        <w:tblpPr w:leftFromText="180" w:rightFromText="180" w:vertAnchor="page" w:horzAnchor="page" w:tblpX="1781" w:tblpY="1835"/>
        <w:tblW w:w="5919" w:type="dxa"/>
        <w:tblBorders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919"/>
      </w:tblGrid>
      <w:tr w:rsidR="00A80F96" w:rsidRPr="00CC044A" w:rsidTr="00EC1A89">
        <w:trPr>
          <w:trHeight w:val="7912"/>
        </w:trPr>
        <w:tc>
          <w:tcPr>
            <w:tcW w:w="59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80F96" w:rsidRDefault="00A80F96" w:rsidP="00EC1A89">
            <w:pPr>
              <w:widowControl/>
              <w:spacing w:line="408" w:lineRule="atLeast"/>
              <w:jc w:val="center"/>
              <w:rPr>
                <w:rFonts w:ascii="Microsoft Yahei" w:hAnsi="Microsoft Yahei" w:cs="宋体"/>
                <w:color w:val="333333"/>
                <w:kern w:val="0"/>
                <w:sz w:val="35"/>
                <w:szCs w:val="35"/>
              </w:rPr>
            </w:pPr>
          </w:p>
          <w:p w:rsidR="00A80F96" w:rsidRPr="006F7065" w:rsidRDefault="00A80F96" w:rsidP="00EC1A89">
            <w:pPr>
              <w:widowControl/>
              <w:spacing w:line="408" w:lineRule="atLeast"/>
              <w:jc w:val="center"/>
              <w:rPr>
                <w:rFonts w:ascii="Microsoft Yahei" w:hAnsi="Microsoft Yahei" w:cs="宋体"/>
                <w:color w:val="333333"/>
                <w:kern w:val="0"/>
                <w:sz w:val="35"/>
                <w:szCs w:val="35"/>
              </w:rPr>
            </w:pPr>
            <w:r w:rsidRPr="006F7065">
              <w:rPr>
                <w:rFonts w:ascii="Microsoft Yahei" w:hAnsi="Microsoft Yahei" w:cs="宋体" w:hint="eastAsia"/>
                <w:color w:val="333333"/>
                <w:kern w:val="0"/>
                <w:sz w:val="35"/>
                <w:szCs w:val="35"/>
              </w:rPr>
              <w:t>中华人民共和国</w:t>
            </w:r>
          </w:p>
          <w:p w:rsidR="00A80F96" w:rsidRPr="006F7065" w:rsidRDefault="00A80F96" w:rsidP="00EC1A89">
            <w:pPr>
              <w:widowControl/>
              <w:jc w:val="center"/>
              <w:outlineLvl w:val="2"/>
              <w:rPr>
                <w:rFonts w:ascii="黑体" w:eastAsia="黑体" w:hAnsi="黑体" w:cs="宋体"/>
                <w:b/>
                <w:color w:val="333333"/>
                <w:kern w:val="0"/>
                <w:sz w:val="38"/>
                <w:szCs w:val="38"/>
              </w:rPr>
            </w:pPr>
            <w:r w:rsidRPr="006F7065">
              <w:rPr>
                <w:rFonts w:ascii="黑体" w:eastAsia="黑体" w:hAnsi="黑体" w:cs="宋体" w:hint="eastAsia"/>
                <w:b/>
                <w:color w:val="333333"/>
                <w:kern w:val="0"/>
                <w:sz w:val="38"/>
                <w:szCs w:val="38"/>
              </w:rPr>
              <w:t>乡村建设规划许可证</w:t>
            </w:r>
          </w:p>
          <w:p w:rsidR="00A80F96" w:rsidRPr="00CC044A" w:rsidRDefault="00A80F96" w:rsidP="00A80F96">
            <w:pPr>
              <w:widowControl/>
              <w:spacing w:line="360" w:lineRule="auto"/>
              <w:ind w:firstLineChars="200" w:firstLine="31680"/>
              <w:jc w:val="center"/>
              <w:rPr>
                <w:rFonts w:ascii="宋体" w:cs="黑体"/>
                <w:bCs/>
                <w:color w:val="333333"/>
                <w:kern w:val="0"/>
                <w:sz w:val="16"/>
                <w:szCs w:val="16"/>
              </w:rPr>
            </w:pPr>
            <w:r w:rsidRPr="00CC044A">
              <w:rPr>
                <w:rFonts w:ascii="宋体" w:hAnsi="宋体" w:cs="黑体"/>
                <w:bCs/>
                <w:color w:val="333333"/>
                <w:kern w:val="0"/>
                <w:sz w:val="18"/>
                <w:szCs w:val="18"/>
              </w:rPr>
              <w:t xml:space="preserve">                       </w:t>
            </w:r>
            <w:r w:rsidRPr="00CC044A">
              <w:rPr>
                <w:rFonts w:ascii="宋体" w:hAnsi="宋体" w:cs="黑体" w:hint="eastAsia"/>
                <w:bCs/>
                <w:color w:val="333333"/>
                <w:kern w:val="0"/>
                <w:sz w:val="16"/>
                <w:szCs w:val="16"/>
              </w:rPr>
              <w:t>乡字第</w:t>
            </w:r>
            <w:r w:rsidRPr="00CC044A">
              <w:rPr>
                <w:rFonts w:ascii="宋体" w:hAnsi="宋体" w:cs="黑体"/>
                <w:bCs/>
                <w:color w:val="333333"/>
                <w:kern w:val="0"/>
                <w:sz w:val="16"/>
                <w:szCs w:val="16"/>
                <w:u w:val="single"/>
              </w:rPr>
              <w:t xml:space="preserve">                           </w:t>
            </w:r>
            <w:r w:rsidRPr="00CC044A">
              <w:rPr>
                <w:rFonts w:ascii="宋体" w:hAnsi="宋体" w:cs="黑体" w:hint="eastAsia"/>
                <w:bCs/>
                <w:color w:val="333333"/>
                <w:kern w:val="0"/>
                <w:sz w:val="16"/>
                <w:szCs w:val="16"/>
              </w:rPr>
              <w:t>号</w:t>
            </w:r>
          </w:p>
          <w:p w:rsidR="00A80F96" w:rsidRPr="00CC044A" w:rsidRDefault="00A80F96" w:rsidP="00A80F96">
            <w:pPr>
              <w:widowControl/>
              <w:spacing w:line="360" w:lineRule="auto"/>
              <w:ind w:firstLineChars="200" w:firstLine="31680"/>
              <w:jc w:val="right"/>
              <w:rPr>
                <w:rFonts w:ascii="宋体" w:cs="黑体"/>
                <w:bCs/>
                <w:color w:val="333333"/>
                <w:kern w:val="0"/>
                <w:sz w:val="18"/>
                <w:szCs w:val="18"/>
                <w:u w:val="single"/>
              </w:rPr>
            </w:pPr>
          </w:p>
          <w:p w:rsidR="00A80F96" w:rsidRPr="00F346DC" w:rsidRDefault="00A80F96" w:rsidP="00A80F96">
            <w:pPr>
              <w:widowControl/>
              <w:spacing w:line="440" w:lineRule="exact"/>
              <w:ind w:firstLineChars="200" w:firstLine="31680"/>
              <w:jc w:val="left"/>
              <w:rPr>
                <w:rFonts w:ascii="黑体" w:eastAsia="黑体" w:hAnsi="黑体" w:cs="黑体"/>
                <w:b/>
                <w:bCs/>
                <w:color w:val="333333"/>
                <w:kern w:val="0"/>
                <w:sz w:val="28"/>
                <w:szCs w:val="28"/>
              </w:rPr>
            </w:pPr>
            <w:r w:rsidRPr="00F346DC"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8"/>
                <w:szCs w:val="28"/>
              </w:rPr>
              <w:t>根据《中华人民共和国土地管理法》《中华人民共和国城乡规划法》和国家有关规定，经审核，本建设工程符合国土空间规划和用途管制要求，颁发此证。</w:t>
            </w:r>
          </w:p>
          <w:p w:rsidR="00A80F96" w:rsidRDefault="00A80F96" w:rsidP="00EC1A89">
            <w:pPr>
              <w:widowControl/>
              <w:ind w:firstLine="480"/>
              <w:jc w:val="left"/>
              <w:rPr>
                <w:rFonts w:ascii="宋体" w:cs="宋体"/>
                <w:color w:val="333333"/>
                <w:kern w:val="0"/>
                <w:sz w:val="24"/>
              </w:rPr>
            </w:pPr>
          </w:p>
          <w:p w:rsidR="00A80F96" w:rsidRDefault="00A80F96" w:rsidP="00EC1A89">
            <w:pPr>
              <w:widowControl/>
              <w:ind w:firstLine="480"/>
              <w:jc w:val="left"/>
              <w:rPr>
                <w:rFonts w:ascii="宋体" w:cs="宋体"/>
                <w:color w:val="333333"/>
                <w:kern w:val="0"/>
                <w:sz w:val="24"/>
              </w:rPr>
            </w:pPr>
          </w:p>
          <w:p w:rsidR="00A80F96" w:rsidRDefault="00A80F96" w:rsidP="00EC1A89">
            <w:pPr>
              <w:widowControl/>
              <w:jc w:val="left"/>
              <w:rPr>
                <w:rFonts w:ascii="宋体" w:cs="宋体"/>
                <w:color w:val="333333"/>
                <w:kern w:val="0"/>
                <w:sz w:val="24"/>
              </w:rPr>
            </w:pPr>
          </w:p>
          <w:p w:rsidR="00A80F96" w:rsidRDefault="00A80F96" w:rsidP="00A80F96">
            <w:pPr>
              <w:widowControl/>
              <w:spacing w:line="360" w:lineRule="auto"/>
              <w:ind w:firstLineChars="200" w:firstLine="31680"/>
              <w:jc w:val="center"/>
              <w:rPr>
                <w:rFonts w:ascii="黑体" w:eastAsia="黑体" w:hAnsi="黑体" w:cs="黑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ascii="黑体" w:eastAsia="黑体" w:hAnsi="黑体" w:cs="黑体"/>
                <w:b/>
                <w:bCs/>
                <w:color w:val="333333"/>
                <w:kern w:val="0"/>
                <w:sz w:val="24"/>
              </w:rPr>
              <w:t xml:space="preserve">  </w:t>
            </w:r>
            <w:r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4"/>
              </w:rPr>
              <w:t>发证机关</w:t>
            </w:r>
          </w:p>
          <w:p w:rsidR="00A80F96" w:rsidRPr="006F7065" w:rsidRDefault="00A80F96" w:rsidP="00A80F96">
            <w:pPr>
              <w:widowControl/>
              <w:spacing w:line="360" w:lineRule="auto"/>
              <w:ind w:firstLineChars="200" w:firstLine="31680"/>
              <w:jc w:val="center"/>
              <w:rPr>
                <w:rFonts w:ascii="宋体" w:cs="宋体"/>
                <w:color w:val="333333"/>
                <w:kern w:val="0"/>
                <w:sz w:val="24"/>
              </w:rPr>
            </w:pPr>
            <w:r w:rsidRPr="006F7065">
              <w:rPr>
                <w:rFonts w:ascii="黑体" w:eastAsia="黑体" w:hAnsi="黑体" w:cs="黑体"/>
                <w:bCs/>
                <w:color w:val="333333"/>
                <w:kern w:val="0"/>
                <w:sz w:val="24"/>
              </w:rPr>
              <w:t xml:space="preserve">  </w:t>
            </w:r>
            <w:r>
              <w:rPr>
                <w:rFonts w:ascii="黑体" w:eastAsia="黑体" w:hAnsi="黑体" w:cs="黑体" w:hint="eastAsia"/>
                <w:bCs/>
                <w:color w:val="333333"/>
                <w:kern w:val="0"/>
                <w:sz w:val="24"/>
              </w:rPr>
              <w:t>日</w:t>
            </w:r>
            <w:r w:rsidRPr="006F7065">
              <w:rPr>
                <w:rFonts w:ascii="黑体" w:eastAsia="黑体" w:hAnsi="黑体" w:cs="黑体"/>
                <w:bCs/>
                <w:color w:val="333333"/>
                <w:kern w:val="0"/>
                <w:sz w:val="24"/>
              </w:rPr>
              <w:t xml:space="preserve">   </w:t>
            </w:r>
            <w:r>
              <w:rPr>
                <w:rFonts w:ascii="黑体" w:eastAsia="黑体" w:hAnsi="黑体" w:cs="黑体" w:hint="eastAsia"/>
                <w:bCs/>
                <w:color w:val="333333"/>
                <w:kern w:val="0"/>
                <w:sz w:val="24"/>
              </w:rPr>
              <w:t>期</w:t>
            </w:r>
          </w:p>
        </w:tc>
      </w:tr>
    </w:tbl>
    <w:tbl>
      <w:tblPr>
        <w:tblpPr w:leftFromText="180" w:rightFromText="180" w:vertAnchor="page" w:horzAnchor="page" w:tblpX="8736" w:tblpY="1821"/>
        <w:tblW w:w="5919" w:type="dxa"/>
        <w:tblBorders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919"/>
      </w:tblGrid>
      <w:tr w:rsidR="00A80F96" w:rsidRPr="00CC044A" w:rsidTr="00EC1A89">
        <w:trPr>
          <w:trHeight w:val="7925"/>
        </w:trPr>
        <w:tc>
          <w:tcPr>
            <w:tcW w:w="59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80F96" w:rsidRDefault="00A80F96" w:rsidP="00A80F96">
            <w:pPr>
              <w:widowControl/>
              <w:spacing w:line="360" w:lineRule="auto"/>
              <w:ind w:firstLineChars="200" w:firstLine="31680"/>
              <w:jc w:val="center"/>
              <w:rPr>
                <w:rFonts w:ascii="宋体" w:cs="宋体"/>
                <w:color w:val="333333"/>
                <w:kern w:val="0"/>
                <w:sz w:val="24"/>
              </w:rPr>
            </w:pPr>
          </w:p>
          <w:tbl>
            <w:tblPr>
              <w:tblW w:w="0" w:type="auto"/>
              <w:tblInd w:w="27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843"/>
              <w:gridCol w:w="3260"/>
            </w:tblGrid>
            <w:tr w:rsidR="00A80F96" w:rsidRPr="00CC044A" w:rsidTr="00CC044A"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0F96" w:rsidRPr="00CC044A" w:rsidRDefault="00A80F96" w:rsidP="00CC044A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 w:rsidRPr="00CC044A">
                    <w:rPr>
                      <w:rFonts w:ascii="宋体" w:hAnsi="宋体" w:cs="宋体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  </w:t>
                  </w:r>
                  <w:r w:rsidRPr="00CC044A">
                    <w:rPr>
                      <w:rFonts w:ascii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>建设单位（个人）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0F96" w:rsidRPr="00CC044A" w:rsidRDefault="00A80F96" w:rsidP="00CC044A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A80F96" w:rsidRPr="00CC044A" w:rsidTr="00CC044A"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0F96" w:rsidRPr="00CC044A" w:rsidRDefault="00A80F96" w:rsidP="00CC044A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 w:rsidRPr="00CC044A">
                    <w:rPr>
                      <w:rFonts w:ascii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>建设项目名称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0F96" w:rsidRPr="00CC044A" w:rsidRDefault="00A80F96" w:rsidP="00CC044A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A80F96" w:rsidRPr="00CC044A" w:rsidTr="00CC044A"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0F96" w:rsidRPr="00CC044A" w:rsidRDefault="00A80F96" w:rsidP="00CC044A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 w:rsidRPr="00CC044A">
                    <w:rPr>
                      <w:rFonts w:ascii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>建</w:t>
                  </w:r>
                  <w:r w:rsidRPr="00CC044A">
                    <w:rPr>
                      <w:rFonts w:ascii="宋体" w:hAnsi="宋体" w:cs="宋体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</w:t>
                  </w:r>
                  <w:r w:rsidRPr="00CC044A">
                    <w:rPr>
                      <w:rFonts w:ascii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>设</w:t>
                  </w:r>
                  <w:r w:rsidRPr="00CC044A">
                    <w:rPr>
                      <w:rFonts w:ascii="宋体" w:hAnsi="宋体" w:cs="宋体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</w:t>
                  </w:r>
                  <w:r w:rsidRPr="00CC044A">
                    <w:rPr>
                      <w:rFonts w:ascii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>位</w:t>
                  </w:r>
                  <w:r w:rsidRPr="00CC044A">
                    <w:rPr>
                      <w:rFonts w:ascii="宋体" w:hAnsi="宋体" w:cs="宋体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</w:t>
                  </w:r>
                  <w:r w:rsidRPr="00CC044A">
                    <w:rPr>
                      <w:rFonts w:ascii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>置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0F96" w:rsidRPr="00CC044A" w:rsidRDefault="00A80F96" w:rsidP="00CC044A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A80F96" w:rsidRPr="00CC044A" w:rsidTr="00CC044A"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0F96" w:rsidRPr="00CC044A" w:rsidRDefault="00A80F96" w:rsidP="00CC044A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 w:rsidRPr="00CC044A">
                    <w:rPr>
                      <w:rFonts w:ascii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>建</w:t>
                  </w:r>
                  <w:r w:rsidRPr="00CC044A">
                    <w:rPr>
                      <w:rFonts w:ascii="宋体" w:hAnsi="宋体" w:cs="宋体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</w:t>
                  </w:r>
                  <w:r w:rsidRPr="00CC044A">
                    <w:rPr>
                      <w:rFonts w:ascii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>设</w:t>
                  </w:r>
                  <w:r w:rsidRPr="00CC044A">
                    <w:rPr>
                      <w:rFonts w:ascii="宋体" w:hAnsi="宋体" w:cs="宋体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</w:t>
                  </w:r>
                  <w:r w:rsidRPr="00CC044A">
                    <w:rPr>
                      <w:rFonts w:ascii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>规</w:t>
                  </w:r>
                  <w:r w:rsidRPr="00CC044A">
                    <w:rPr>
                      <w:rFonts w:ascii="宋体" w:hAnsi="宋体" w:cs="宋体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</w:t>
                  </w:r>
                  <w:r w:rsidRPr="00CC044A">
                    <w:rPr>
                      <w:rFonts w:ascii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>模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0F96" w:rsidRPr="00CC044A" w:rsidRDefault="00A80F96" w:rsidP="00CC044A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A80F96" w:rsidRPr="00CC044A" w:rsidTr="00CC044A">
              <w:trPr>
                <w:trHeight w:val="1703"/>
              </w:trPr>
              <w:tc>
                <w:tcPr>
                  <w:tcW w:w="510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0F96" w:rsidRPr="00CC044A" w:rsidRDefault="00A80F96" w:rsidP="00CC044A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left"/>
                    <w:rPr>
                      <w:rFonts w:ascii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 w:rsidRPr="00CC044A">
                    <w:rPr>
                      <w:rFonts w:ascii="宋体" w:hAnsi="宋体" w:cs="宋体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   </w:t>
                  </w:r>
                  <w:r w:rsidRPr="00CC044A">
                    <w:rPr>
                      <w:rFonts w:ascii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>附图及附件名称</w:t>
                  </w:r>
                </w:p>
              </w:tc>
            </w:tr>
          </w:tbl>
          <w:p w:rsidR="00A80F96" w:rsidRDefault="00A80F96" w:rsidP="00A80F96">
            <w:pPr>
              <w:widowControl/>
              <w:spacing w:line="360" w:lineRule="auto"/>
              <w:ind w:leftChars="134" w:left="31680"/>
              <w:jc w:val="left"/>
              <w:outlineLvl w:val="2"/>
              <w:rPr>
                <w:rFonts w:ascii="Microsoft Yahei" w:hAnsi="Microsoft Yahei" w:cs="宋体"/>
                <w:b/>
                <w:bCs/>
                <w:color w:val="333333"/>
                <w:kern w:val="0"/>
                <w:sz w:val="27"/>
                <w:szCs w:val="27"/>
              </w:rPr>
            </w:pPr>
          </w:p>
          <w:p w:rsidR="00A80F96" w:rsidRPr="002A2F12" w:rsidRDefault="00A80F96" w:rsidP="00A80F96">
            <w:pPr>
              <w:widowControl/>
              <w:spacing w:line="360" w:lineRule="auto"/>
              <w:ind w:leftChars="134" w:left="31680"/>
              <w:jc w:val="left"/>
              <w:outlineLvl w:val="2"/>
              <w:rPr>
                <w:rFonts w:ascii="Microsoft Yahei" w:hAnsi="Microsoft Yahei" w:cs="宋体"/>
                <w:b/>
                <w:bCs/>
                <w:color w:val="333333"/>
                <w:kern w:val="0"/>
                <w:sz w:val="27"/>
                <w:szCs w:val="27"/>
              </w:rPr>
            </w:pPr>
            <w:r w:rsidRPr="002A2F12">
              <w:rPr>
                <w:rFonts w:ascii="Microsoft Yahei" w:hAnsi="Microsoft Yahei" w:cs="宋体" w:hint="eastAsia"/>
                <w:b/>
                <w:bCs/>
                <w:color w:val="333333"/>
                <w:kern w:val="0"/>
                <w:sz w:val="27"/>
                <w:szCs w:val="27"/>
              </w:rPr>
              <w:t>遵守事项</w:t>
            </w:r>
          </w:p>
          <w:p w:rsidR="00A80F96" w:rsidRDefault="00A80F96" w:rsidP="00A80F96">
            <w:pPr>
              <w:widowControl/>
              <w:spacing w:line="200" w:lineRule="exact"/>
              <w:ind w:leftChars="135" w:left="31680" w:rightChars="150" w:right="31680" w:hanging="1"/>
              <w:jc w:val="left"/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</w:pP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一、</w:t>
            </w:r>
            <w:r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本证是经</w:t>
            </w:r>
            <w:r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自然资源</w:t>
            </w: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主管部门依法审核，</w:t>
            </w:r>
            <w:r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在乡、村庄规划区内有关</w:t>
            </w: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建</w:t>
            </w:r>
            <w:r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  <w:t xml:space="preserve">        </w:t>
            </w:r>
          </w:p>
          <w:p w:rsidR="00A80F96" w:rsidRDefault="00A80F96" w:rsidP="00A80F96">
            <w:pPr>
              <w:widowControl/>
              <w:spacing w:line="200" w:lineRule="exact"/>
              <w:ind w:leftChars="135" w:left="31680" w:rightChars="150" w:right="31680" w:hanging="1"/>
              <w:jc w:val="left"/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设工程符合</w:t>
            </w:r>
            <w:r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国土空间规划和用途管制要求的</w:t>
            </w: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法律凭证。</w:t>
            </w:r>
          </w:p>
          <w:p w:rsidR="00A80F96" w:rsidRDefault="00A80F96" w:rsidP="00A80F96">
            <w:pPr>
              <w:widowControl/>
              <w:spacing w:line="200" w:lineRule="exact"/>
              <w:ind w:leftChars="135" w:left="31680" w:rightChars="150" w:right="31680" w:hanging="1"/>
              <w:jc w:val="left"/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二、</w:t>
            </w:r>
            <w:r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依法应当取得本证，但</w:t>
            </w: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未取得本证或</w:t>
            </w:r>
            <w:r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违反</w:t>
            </w: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本证规定的，均属违法</w:t>
            </w:r>
            <w:r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行</w:t>
            </w:r>
            <w:r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  <w:t xml:space="preserve"> </w:t>
            </w:r>
          </w:p>
          <w:p w:rsidR="00A80F96" w:rsidRPr="002A2F12" w:rsidRDefault="00A80F96" w:rsidP="00A80F96">
            <w:pPr>
              <w:widowControl/>
              <w:spacing w:line="200" w:lineRule="exact"/>
              <w:ind w:leftChars="135" w:left="31680" w:rightChars="150" w:right="31680" w:hanging="1"/>
              <w:jc w:val="left"/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  <w:r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为</w:t>
            </w: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。</w:t>
            </w:r>
          </w:p>
          <w:p w:rsidR="00A80F96" w:rsidRPr="002A2F12" w:rsidRDefault="00A80F96" w:rsidP="00A80F96">
            <w:pPr>
              <w:widowControl/>
              <w:spacing w:line="200" w:lineRule="exact"/>
              <w:ind w:leftChars="134" w:left="31680" w:rightChars="150" w:right="31680" w:firstLine="1"/>
              <w:jc w:val="left"/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</w:pP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三、</w:t>
            </w:r>
            <w:r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未经发证机关</w:t>
            </w:r>
            <w:r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审核同意</w:t>
            </w: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，本证的各项规定不得随意</w:t>
            </w:r>
            <w:r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变更</w:t>
            </w: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。</w:t>
            </w:r>
          </w:p>
          <w:p w:rsidR="00A80F96" w:rsidRDefault="00A80F96" w:rsidP="00A80F96">
            <w:pPr>
              <w:widowControl/>
              <w:spacing w:line="200" w:lineRule="exact"/>
              <w:ind w:leftChars="134" w:left="31680" w:rightChars="150" w:right="31680" w:firstLine="1"/>
              <w:jc w:val="left"/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</w:pP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四、</w:t>
            </w:r>
            <w:r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自然资源</w:t>
            </w: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主管部门依法有权查验本证，建设单位（个人）有责任提</w:t>
            </w:r>
            <w:r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</w:p>
          <w:p w:rsidR="00A80F96" w:rsidRPr="002A2F12" w:rsidRDefault="00A80F96" w:rsidP="00A80F96">
            <w:pPr>
              <w:widowControl/>
              <w:spacing w:line="200" w:lineRule="exact"/>
              <w:ind w:leftChars="134" w:left="31680" w:rightChars="150" w:right="31680"/>
              <w:jc w:val="left"/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交查验。</w:t>
            </w:r>
          </w:p>
          <w:p w:rsidR="00A80F96" w:rsidRDefault="00A80F96" w:rsidP="00A80F96">
            <w:pPr>
              <w:widowControl/>
              <w:spacing w:line="200" w:lineRule="exact"/>
              <w:ind w:leftChars="134" w:left="31680" w:rightChars="150" w:right="31680" w:firstLine="1"/>
              <w:jc w:val="left"/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</w:pP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五、</w:t>
            </w:r>
            <w:r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本</w:t>
            </w:r>
            <w:r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证</w:t>
            </w: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所需附图</w:t>
            </w:r>
            <w:r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及</w:t>
            </w: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附件由</w:t>
            </w:r>
            <w:r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发证</w:t>
            </w: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机关依法确定，与本</w:t>
            </w:r>
            <w:r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证</w:t>
            </w: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具有同等法律效</w:t>
            </w:r>
            <w:r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  <w:t xml:space="preserve"> </w:t>
            </w:r>
          </w:p>
          <w:p w:rsidR="00A80F96" w:rsidRPr="006F7065" w:rsidRDefault="00A80F96" w:rsidP="00A80F96">
            <w:pPr>
              <w:widowControl/>
              <w:spacing w:line="200" w:lineRule="exact"/>
              <w:ind w:leftChars="134" w:left="31680" w:rightChars="150" w:right="31680"/>
              <w:jc w:val="left"/>
              <w:rPr>
                <w:rFonts w:ascii="宋体" w:cs="宋体"/>
                <w:color w:val="333333"/>
                <w:kern w:val="0"/>
                <w:sz w:val="24"/>
              </w:rPr>
            </w:pPr>
            <w:r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力。</w:t>
            </w:r>
          </w:p>
        </w:tc>
      </w:tr>
    </w:tbl>
    <w:p w:rsidR="00A80F96" w:rsidRDefault="00A80F96">
      <w:pPr>
        <w:rPr>
          <w:rFonts w:ascii="黑体" w:eastAsia="黑体" w:hAnsi="黑体"/>
        </w:rPr>
      </w:pPr>
    </w:p>
    <w:p w:rsidR="00A80F96" w:rsidRDefault="00A80F96">
      <w:pPr>
        <w:rPr>
          <w:rFonts w:ascii="黑体" w:eastAsia="黑体" w:hAnsi="黑体"/>
        </w:rPr>
      </w:pPr>
    </w:p>
    <w:p w:rsidR="00A80F96" w:rsidRDefault="00A80F96">
      <w:pPr>
        <w:rPr>
          <w:rFonts w:ascii="黑体" w:eastAsia="黑体" w:hAnsi="黑体"/>
        </w:rPr>
      </w:pPr>
    </w:p>
    <w:p w:rsidR="00A80F96" w:rsidRPr="00EC1A89" w:rsidRDefault="00A80F96"/>
    <w:p w:rsidR="00A80F96" w:rsidRPr="006F7065" w:rsidRDefault="00A80F96" w:rsidP="003469E0"/>
    <w:sectPr w:rsidR="00A80F96" w:rsidRPr="006F7065" w:rsidSect="00EC1A89">
      <w:pgSz w:w="16838" w:h="11906" w:orient="landscape"/>
      <w:pgMar w:top="1134" w:right="1440" w:bottom="1797" w:left="1440" w:header="851" w:footer="992" w:gutter="0"/>
      <w:cols w:num="2"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F96" w:rsidRDefault="00A80F96" w:rsidP="006F7065">
      <w:r>
        <w:separator/>
      </w:r>
    </w:p>
  </w:endnote>
  <w:endnote w:type="continuationSeparator" w:id="0">
    <w:p w:rsidR="00A80F96" w:rsidRDefault="00A80F96" w:rsidP="006F70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F96" w:rsidRDefault="00A80F96" w:rsidP="006F7065">
      <w:r>
        <w:separator/>
      </w:r>
    </w:p>
  </w:footnote>
  <w:footnote w:type="continuationSeparator" w:id="0">
    <w:p w:rsidR="00A80F96" w:rsidRDefault="00A80F96" w:rsidP="006F70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7065"/>
    <w:rsid w:val="00182E67"/>
    <w:rsid w:val="001C5A8B"/>
    <w:rsid w:val="0029671E"/>
    <w:rsid w:val="002A2F12"/>
    <w:rsid w:val="0030379A"/>
    <w:rsid w:val="00336AA6"/>
    <w:rsid w:val="003469E0"/>
    <w:rsid w:val="003A0FF4"/>
    <w:rsid w:val="003E2ADA"/>
    <w:rsid w:val="004B1FEC"/>
    <w:rsid w:val="005570A6"/>
    <w:rsid w:val="00563B61"/>
    <w:rsid w:val="005C1C81"/>
    <w:rsid w:val="005C684D"/>
    <w:rsid w:val="006A0D40"/>
    <w:rsid w:val="006F7065"/>
    <w:rsid w:val="007D4B9B"/>
    <w:rsid w:val="00830354"/>
    <w:rsid w:val="0086240A"/>
    <w:rsid w:val="00931E99"/>
    <w:rsid w:val="009707F7"/>
    <w:rsid w:val="009F237A"/>
    <w:rsid w:val="00A80F96"/>
    <w:rsid w:val="00A863EF"/>
    <w:rsid w:val="00B350D7"/>
    <w:rsid w:val="00B54329"/>
    <w:rsid w:val="00C966C0"/>
    <w:rsid w:val="00CC044A"/>
    <w:rsid w:val="00CE0C3C"/>
    <w:rsid w:val="00E5106B"/>
    <w:rsid w:val="00EC1A89"/>
    <w:rsid w:val="00F135F9"/>
    <w:rsid w:val="00F30B62"/>
    <w:rsid w:val="00F346DC"/>
    <w:rsid w:val="00FA7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065"/>
    <w:pPr>
      <w:widowControl w:val="0"/>
      <w:jc w:val="both"/>
    </w:pPr>
    <w:rPr>
      <w:szCs w:val="24"/>
    </w:rPr>
  </w:style>
  <w:style w:type="paragraph" w:styleId="Heading3">
    <w:name w:val="heading 3"/>
    <w:basedOn w:val="Normal"/>
    <w:link w:val="Heading3Char"/>
    <w:uiPriority w:val="99"/>
    <w:qFormat/>
    <w:rsid w:val="006F7065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6F7065"/>
    <w:rPr>
      <w:rFonts w:ascii="宋体" w:eastAsia="宋体" w:hAnsi="宋体" w:cs="宋体"/>
      <w:b/>
      <w:bCs/>
      <w:kern w:val="0"/>
      <w:sz w:val="27"/>
      <w:szCs w:val="27"/>
    </w:rPr>
  </w:style>
  <w:style w:type="paragraph" w:styleId="Header">
    <w:name w:val="header"/>
    <w:basedOn w:val="Normal"/>
    <w:link w:val="HeaderChar"/>
    <w:uiPriority w:val="99"/>
    <w:semiHidden/>
    <w:rsid w:val="006F70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F7065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6F70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F7065"/>
    <w:rPr>
      <w:rFonts w:cs="Times New Roman"/>
      <w:sz w:val="18"/>
      <w:szCs w:val="18"/>
    </w:rPr>
  </w:style>
  <w:style w:type="paragraph" w:customStyle="1" w:styleId="txtcenter">
    <w:name w:val="txtcenter"/>
    <w:basedOn w:val="Normal"/>
    <w:uiPriority w:val="99"/>
    <w:rsid w:val="006F706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uiPriority w:val="99"/>
    <w:rsid w:val="002A2F12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19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9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70</Words>
  <Characters>400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附件4</dc:title>
  <dc:subject/>
  <dc:creator>lenovo</dc:creator>
  <cp:keywords/>
  <dc:description/>
  <cp:lastModifiedBy>lenovo</cp:lastModifiedBy>
  <cp:revision>2</cp:revision>
  <cp:lastPrinted>2019-12-12T01:46:00Z</cp:lastPrinted>
  <dcterms:created xsi:type="dcterms:W3CDTF">2020-03-19T09:19:00Z</dcterms:created>
  <dcterms:modified xsi:type="dcterms:W3CDTF">2020-03-19T09:19:00Z</dcterms:modified>
</cp:coreProperties>
</file>